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C512C" w:rsidRDefault="00EC512C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bookmarkStart w:id="0" w:name="_GoBack"/>
            <w:r>
              <w:rPr>
                <w:b/>
                <w:bCs/>
                <w:caps/>
                <w:color w:val="FF0000"/>
                <w:sz w:val="24"/>
              </w:rPr>
              <w:t xml:space="preserve">zš Mariánské nám. – rekonstrukce elektroinstalace - </w:t>
            </w:r>
          </w:p>
          <w:p w:rsidR="000C5AE1" w:rsidRPr="003239CB" w:rsidRDefault="00EC512C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I. etapa</w:t>
            </w:r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58066C">
            <w:pPr>
              <w:rPr>
                <w:szCs w:val="20"/>
              </w:rPr>
            </w:pPr>
            <w:r>
              <w:t xml:space="preserve">Ing. </w:t>
            </w:r>
            <w:r w:rsidR="00A07E5C">
              <w:t>Mir</w:t>
            </w:r>
            <w:r w:rsidR="0058066C">
              <w:t>o</w:t>
            </w:r>
            <w:r w:rsidR="00A07E5C">
              <w:t>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66C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A1C62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EC512C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E1BDA-B3CE-4B5D-80B7-EC7F50973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12</TotalTime>
  <Pages>1</Pages>
  <Words>132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2022-09-06T08:53:00Z</cp:lastPrinted>
  <dcterms:created xsi:type="dcterms:W3CDTF">2025-01-21T08:10:00Z</dcterms:created>
  <dcterms:modified xsi:type="dcterms:W3CDTF">2025-03-05T15:35:00Z</dcterms:modified>
</cp:coreProperties>
</file>